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D634A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Numbers 0-30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5B68">
              <w:rPr>
                <w:rFonts w:ascii="Times New Roman" w:hAnsi="Times New Roman" w:cs="Times New Roman"/>
                <w:b/>
                <w:sz w:val="24"/>
                <w:szCs w:val="24"/>
              </w:rPr>
              <w:t>Task 3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Counting </w:t>
            </w:r>
            <w:proofErr w:type="spellStart"/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does a number represent?  Why do we use numerals?  How are numbers arranged? 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C5388E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Book- </w:t>
            </w:r>
            <w:r w:rsidR="00C5388E" w:rsidRPr="00C5388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Five Little Monkeys Jumping On The Bed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Individual bags of links and various </w:t>
            </w:r>
            <w:proofErr w:type="spellStart"/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r w:rsidR="00C538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634A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Count  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</w:p>
          <w:p w:rsidR="00D634A6" w:rsidRPr="008C13D7" w:rsidRDefault="00D634A6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KCC2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D634A6" w:rsidRDefault="0093220D" w:rsidP="00FF48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count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at least 5</w:t>
            </w:r>
            <w:r w:rsidR="00D634A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CA418C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reads the book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Five Little Monkeys Jumping on the Bed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while havin</w:t>
            </w:r>
            <w:r w:rsidR="0093220D">
              <w:rPr>
                <w:rFonts w:ascii="Times New Roman" w:hAnsi="Times New Roman" w:cs="Times New Roman"/>
                <w:sz w:val="24"/>
                <w:szCs w:val="24"/>
              </w:rPr>
              <w:t>g the students participate and count the monkeys.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814B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CA41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BDA">
              <w:rPr>
                <w:rFonts w:ascii="Times New Roman" w:hAnsi="Times New Roman" w:cs="Times New Roman"/>
                <w:sz w:val="24"/>
                <w:szCs w:val="24"/>
              </w:rPr>
              <w:t>The teacher explains that we will be playing a game counting 1-5</w:t>
            </w:r>
            <w:r w:rsidR="00FF5B68">
              <w:rPr>
                <w:rFonts w:ascii="Times New Roman" w:hAnsi="Times New Roman" w:cs="Times New Roman"/>
                <w:sz w:val="24"/>
                <w:szCs w:val="24"/>
              </w:rPr>
              <w:t xml:space="preserve"> while standing in a circle</w:t>
            </w:r>
            <w:r w:rsidR="00814BDA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CA418C">
              <w:rPr>
                <w:rFonts w:ascii="Times New Roman" w:hAnsi="Times New Roman" w:cs="Times New Roman"/>
                <w:sz w:val="24"/>
                <w:szCs w:val="24"/>
              </w:rPr>
              <w:t>A des</w:t>
            </w:r>
            <w:r w:rsidR="004E4F46">
              <w:rPr>
                <w:rFonts w:ascii="Times New Roman" w:hAnsi="Times New Roman" w:cs="Times New Roman"/>
                <w:sz w:val="24"/>
                <w:szCs w:val="24"/>
              </w:rPr>
              <w:t>ignated student begins counting with the number 1. The nex</w:t>
            </w:r>
            <w:r w:rsidR="00814BDA">
              <w:rPr>
                <w:rFonts w:ascii="Times New Roman" w:hAnsi="Times New Roman" w:cs="Times New Roman"/>
                <w:sz w:val="24"/>
                <w:szCs w:val="24"/>
              </w:rPr>
              <w:t xml:space="preserve">t student says </w:t>
            </w:r>
            <w:proofErr w:type="gramStart"/>
            <w:r w:rsidR="00814BDA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gramEnd"/>
            <w:r w:rsidR="00814BDA">
              <w:rPr>
                <w:rFonts w:ascii="Times New Roman" w:hAnsi="Times New Roman" w:cs="Times New Roman"/>
                <w:sz w:val="24"/>
                <w:szCs w:val="24"/>
              </w:rPr>
              <w:t xml:space="preserve"> the next student says 3 etc. </w:t>
            </w:r>
            <w:r w:rsidR="00FF5B68">
              <w:rPr>
                <w:rFonts w:ascii="Times New Roman" w:hAnsi="Times New Roman" w:cs="Times New Roman"/>
                <w:sz w:val="24"/>
                <w:szCs w:val="24"/>
              </w:rPr>
              <w:t>The student who says</w:t>
            </w:r>
            <w:r w:rsidR="004E4F46">
              <w:rPr>
                <w:rFonts w:ascii="Times New Roman" w:hAnsi="Times New Roman" w:cs="Times New Roman"/>
                <w:sz w:val="24"/>
                <w:szCs w:val="24"/>
              </w:rPr>
              <w:t xml:space="preserve"> 5 sits down.  The game ends when there is only 1 student standing.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14B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5B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teacher will prepare bags of at least 5 links for each student.  First, the students will count out 5 links.  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>The student will then connect and count links to make a counting bracelet.</w:t>
            </w:r>
            <w:r w:rsidR="003B3A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Then the teacher calls out random numbers up to 5 for student to count out.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4E4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use </w:t>
            </w:r>
            <w:proofErr w:type="spellStart"/>
            <w:r w:rsidR="004E4F46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r w:rsidR="004E4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small groups to p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>ractice counting at least to 5.  The teacher and assistant monitors.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E40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</w:t>
            </w:r>
            <w:r w:rsidR="00AE4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orally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  <w:r w:rsidR="00AE4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  <w:proofErr w:type="gramEnd"/>
            <w:r w:rsidR="00AE4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while placing them</w:t>
            </w:r>
            <w:r w:rsidR="00FF48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into proper container.   </w:t>
            </w:r>
            <w:r w:rsidR="00AE4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Shoulder partners will count at least to </w:t>
            </w:r>
            <w:proofErr w:type="gramStart"/>
            <w:r w:rsidR="00AE4066">
              <w:rPr>
                <w:rFonts w:ascii="Times New Roman" w:hAnsi="Times New Roman" w:cs="Times New Roman"/>
                <w:b/>
                <w:sz w:val="24"/>
                <w:szCs w:val="24"/>
              </w:rPr>
              <w:t>5  to</w:t>
            </w:r>
            <w:proofErr w:type="gramEnd"/>
            <w:r w:rsidR="00AE40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each other and tell how we used numerals today.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Pr="000748B4" w:rsidRDefault="000748B4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numbers higher than 5 as a target number</w:t>
            </w:r>
          </w:p>
        </w:tc>
        <w:tc>
          <w:tcPr>
            <w:tcW w:w="3672" w:type="dxa"/>
            <w:gridSpan w:val="3"/>
          </w:tcPr>
          <w:p w:rsidR="005C4CBE" w:rsidRPr="000748B4" w:rsidRDefault="000748B4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Use a lower target number  </w:t>
            </w:r>
          </w:p>
        </w:tc>
        <w:tc>
          <w:tcPr>
            <w:tcW w:w="3672" w:type="dxa"/>
          </w:tcPr>
          <w:p w:rsidR="005C4CBE" w:rsidRPr="000748B4" w:rsidRDefault="003B3A11" w:rsidP="000748B4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748B4">
              <w:rPr>
                <w:rFonts w:ascii="Times New Roman" w:hAnsi="Times New Roman" w:cs="Times New Roman"/>
                <w:sz w:val="24"/>
                <w:szCs w:val="24"/>
              </w:rPr>
              <w:t>Pictures with numeral and matching set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B3A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8B4" w:rsidRDefault="000748B4" w:rsidP="00D7779B">
      <w:pPr>
        <w:spacing w:after="0" w:line="240" w:lineRule="auto"/>
      </w:pPr>
      <w:r>
        <w:separator/>
      </w:r>
    </w:p>
  </w:endnote>
  <w:endnote w:type="continuationSeparator" w:id="0">
    <w:p w:rsidR="000748B4" w:rsidRDefault="000748B4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8B4" w:rsidRDefault="000748B4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8B4" w:rsidRDefault="000748B4" w:rsidP="00D7779B">
      <w:pPr>
        <w:spacing w:after="0" w:line="240" w:lineRule="auto"/>
      </w:pPr>
      <w:r>
        <w:separator/>
      </w:r>
    </w:p>
  </w:footnote>
  <w:footnote w:type="continuationSeparator" w:id="0">
    <w:p w:rsidR="000748B4" w:rsidRDefault="000748B4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02589"/>
    <w:multiLevelType w:val="hybridMultilevel"/>
    <w:tmpl w:val="F1A4A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48B4"/>
    <w:rsid w:val="00224A5F"/>
    <w:rsid w:val="00274ACD"/>
    <w:rsid w:val="0028190D"/>
    <w:rsid w:val="003B3A11"/>
    <w:rsid w:val="003D7D31"/>
    <w:rsid w:val="004B658C"/>
    <w:rsid w:val="004E4F46"/>
    <w:rsid w:val="0051657B"/>
    <w:rsid w:val="00570FB8"/>
    <w:rsid w:val="005C4CBE"/>
    <w:rsid w:val="00643719"/>
    <w:rsid w:val="006A0ACD"/>
    <w:rsid w:val="007B401D"/>
    <w:rsid w:val="007B57BA"/>
    <w:rsid w:val="007D116C"/>
    <w:rsid w:val="00814BDA"/>
    <w:rsid w:val="008C13D7"/>
    <w:rsid w:val="0093220D"/>
    <w:rsid w:val="009B085C"/>
    <w:rsid w:val="00A67FA5"/>
    <w:rsid w:val="00AE4066"/>
    <w:rsid w:val="00B51CA8"/>
    <w:rsid w:val="00C5388E"/>
    <w:rsid w:val="00C92D93"/>
    <w:rsid w:val="00CA418C"/>
    <w:rsid w:val="00CB2DBC"/>
    <w:rsid w:val="00CD5617"/>
    <w:rsid w:val="00D634A6"/>
    <w:rsid w:val="00D7779B"/>
    <w:rsid w:val="00D85633"/>
    <w:rsid w:val="00EA25B6"/>
    <w:rsid w:val="00FE4609"/>
    <w:rsid w:val="00FF480F"/>
    <w:rsid w:val="00FF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0084BF2-DF4B-47BC-9D86-576EC0D72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7C1EE7E1.dotm</Template>
  <TotalTime>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Breedlove, Logan W</dc:creator>
  <cp:lastModifiedBy>Teacher</cp:lastModifiedBy>
  <cp:revision>2</cp:revision>
  <dcterms:created xsi:type="dcterms:W3CDTF">2012-06-26T13:20:00Z</dcterms:created>
  <dcterms:modified xsi:type="dcterms:W3CDTF">2012-06-26T13:20:00Z</dcterms:modified>
</cp:coreProperties>
</file>